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59915C6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78AC7F3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14.</w:t>
      </w:r>
      <w:r w:rsidR="00A458C3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2D265FE9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901228" w:rsidRPr="00A06D07" w14:paraId="1F0DD5D9" w14:textId="77777777" w:rsidTr="00FB3CD8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68C55EA3" w14:textId="54E9D58B" w:rsidR="00901228" w:rsidRPr="00E27ACC" w:rsidRDefault="00901228" w:rsidP="00E27ACC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</w:rPr>
              <w:t xml:space="preserve">What is the perimeter of the </w:t>
            </w:r>
            <w:proofErr w:type="gramStart"/>
            <w:r w:rsidRPr="00E27ACC">
              <w:rPr>
                <w:rFonts w:ascii="Century Gothic" w:hAnsi="Century Gothic"/>
              </w:rPr>
              <w:t>rectangle:</w:t>
            </w:r>
            <w:proofErr w:type="gramEnd"/>
          </w:p>
          <w:p w14:paraId="094D08F0" w14:textId="29B21A47" w:rsidR="00901228" w:rsidRPr="00E27ACC" w:rsidRDefault="00031E8C" w:rsidP="00E27ACC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E282575" wp14:editId="77851AA0">
                      <wp:simplePos x="0" y="0"/>
                      <wp:positionH relativeFrom="column">
                        <wp:posOffset>517471</wp:posOffset>
                      </wp:positionH>
                      <wp:positionV relativeFrom="paragraph">
                        <wp:posOffset>161438</wp:posOffset>
                      </wp:positionV>
                      <wp:extent cx="935665" cy="489098"/>
                      <wp:effectExtent l="0" t="0" r="17145" b="254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5665" cy="48909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5F62A" id="Rectangle 2" o:spid="_x0000_s1026" style="position:absolute;margin-left:40.75pt;margin-top:12.7pt;width:73.65pt;height:38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&#13;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E27ACC" w:rsidRDefault="00901228" w:rsidP="00E27ACC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4389CEC" w14:textId="77777777" w:rsidR="00901228" w:rsidRPr="00E27ACC" w:rsidRDefault="00901228" w:rsidP="00E27ACC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27ACC">
              <w:rPr>
                <w:rFonts w:ascii="Century Gothic" w:hAnsi="Century Gothic" w:cs="Tahoma"/>
              </w:rPr>
              <w:t>What is the missing probability?</w:t>
            </w:r>
          </w:p>
          <w:tbl>
            <w:tblPr>
              <w:tblStyle w:val="TableGrid"/>
              <w:tblW w:w="6658" w:type="dxa"/>
              <w:tblLayout w:type="fixed"/>
              <w:tblLook w:val="04A0" w:firstRow="1" w:lastRow="0" w:firstColumn="1" w:lastColumn="0" w:noHBand="0" w:noVBand="1"/>
            </w:tblPr>
            <w:tblGrid>
              <w:gridCol w:w="951"/>
              <w:gridCol w:w="952"/>
              <w:gridCol w:w="952"/>
              <w:gridCol w:w="952"/>
              <w:gridCol w:w="2851"/>
            </w:tblGrid>
            <w:tr w:rsidR="00514B6B" w:rsidRPr="00E27ACC" w14:paraId="4F939964" w14:textId="77777777" w:rsidTr="00EA5960">
              <w:tc>
                <w:tcPr>
                  <w:tcW w:w="951" w:type="dxa"/>
                </w:tcPr>
                <w:p w14:paraId="149555B1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  <w:sz w:val="20"/>
                    </w:rPr>
                  </w:pPr>
                  <w:r w:rsidRPr="00A458C3">
                    <w:rPr>
                      <w:rFonts w:ascii="Century Gothic" w:hAnsi="Century Gothic" w:cs="Tahoma"/>
                      <w:sz w:val="18"/>
                    </w:rPr>
                    <w:t>Number</w:t>
                  </w:r>
                </w:p>
              </w:tc>
              <w:tc>
                <w:tcPr>
                  <w:tcW w:w="952" w:type="dxa"/>
                </w:tcPr>
                <w:p w14:paraId="4005165B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1E377D99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952" w:type="dxa"/>
                </w:tcPr>
                <w:p w14:paraId="51DA1692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2851" w:type="dxa"/>
                </w:tcPr>
                <w:p w14:paraId="36A0BD86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514B6B" w:rsidRPr="00E27ACC" w14:paraId="1C114881" w14:textId="77777777" w:rsidTr="00EA5960">
              <w:tc>
                <w:tcPr>
                  <w:tcW w:w="951" w:type="dxa"/>
                </w:tcPr>
                <w:p w14:paraId="6C7077C1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  <w:sz w:val="20"/>
                    </w:rPr>
                  </w:pPr>
                  <w:proofErr w:type="spellStart"/>
                  <w:r w:rsidRPr="00E27ACC">
                    <w:rPr>
                      <w:rFonts w:ascii="Century Gothic" w:hAnsi="Century Gothic" w:cs="Tahoma"/>
                      <w:sz w:val="20"/>
                    </w:rPr>
                    <w:t>Prob</w:t>
                  </w:r>
                  <w:proofErr w:type="spellEnd"/>
                </w:p>
              </w:tc>
              <w:tc>
                <w:tcPr>
                  <w:tcW w:w="952" w:type="dxa"/>
                </w:tcPr>
                <w:p w14:paraId="31AF0C91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952" w:type="dxa"/>
                </w:tcPr>
                <w:p w14:paraId="2381EE6B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0.23</w:t>
                  </w:r>
                </w:p>
              </w:tc>
              <w:tc>
                <w:tcPr>
                  <w:tcW w:w="952" w:type="dxa"/>
                </w:tcPr>
                <w:p w14:paraId="4AA44D3F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2851" w:type="dxa"/>
                </w:tcPr>
                <w:p w14:paraId="1C344394" w14:textId="77777777" w:rsidR="00514B6B" w:rsidRPr="00E27ACC" w:rsidRDefault="00514B6B" w:rsidP="00E27AC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0.19</w:t>
                  </w:r>
                </w:p>
              </w:tc>
            </w:tr>
          </w:tbl>
          <w:p w14:paraId="594DF71C" w14:textId="3572EA5A" w:rsidR="00901228" w:rsidRPr="00E27ACC" w:rsidRDefault="00901228" w:rsidP="00E27ACC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</w:p>
        </w:tc>
      </w:tr>
      <w:tr w:rsidR="00901228" w:rsidRPr="00A06D07" w14:paraId="2FAB904D" w14:textId="77777777" w:rsidTr="00037A5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B6E81F8" w14:textId="71307C30" w:rsidR="00901228" w:rsidRPr="00E27ACC" w:rsidRDefault="00901228" w:rsidP="00E27ACC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E27ACC">
              <w:rPr>
                <w:rFonts w:ascii="Century Gothic" w:hAnsi="Century Gothic" w:cs="Tahoma"/>
              </w:rPr>
              <w:t xml:space="preserve">Probability of blue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4</m:t>
                  </m:r>
                </m:den>
              </m:f>
            </m:oMath>
          </w:p>
          <w:p w14:paraId="697CDB9C" w14:textId="42F1D1F9" w:rsidR="00901228" w:rsidRPr="00E27ACC" w:rsidRDefault="00901228" w:rsidP="00E27ACC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E27ACC">
              <w:rPr>
                <w:rFonts w:ascii="Century Gothic" w:eastAsiaTheme="minorEastAsia" w:hAnsi="Century Gothic" w:cs="Tahoma"/>
              </w:rPr>
              <w:t xml:space="preserve">Probability of yellow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4</m:t>
                  </m:r>
                </m:den>
              </m:f>
            </m:oMath>
          </w:p>
          <w:p w14:paraId="3845EB95" w14:textId="7601EBAD" w:rsidR="00901228" w:rsidRPr="00E27ACC" w:rsidRDefault="00901228" w:rsidP="00E27ACC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27ACC">
              <w:rPr>
                <w:rFonts w:ascii="Century Gothic" w:eastAsiaTheme="minorEastAsia" w:hAnsi="Century Gothic" w:cs="Tahoma"/>
              </w:rPr>
              <w:t>What is the probability of blue and yellow?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E27ACC" w:rsidRDefault="00901228" w:rsidP="00E27ACC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12040D0E" w14:textId="77777777" w:rsidR="005E467E" w:rsidRPr="00E27ACC" w:rsidRDefault="005E467E" w:rsidP="00E27ACC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27ACC">
              <w:rPr>
                <w:rFonts w:ascii="Century Gothic" w:hAnsi="Century Gothic" w:cs="Tahoma"/>
                <w:noProof/>
              </w:rPr>
              <w:t>Label sides and write calculation to find the missing angle</w:t>
            </w:r>
          </w:p>
          <w:p w14:paraId="4FEF7014" w14:textId="488CDC29" w:rsidR="00901228" w:rsidRPr="00E27ACC" w:rsidRDefault="006C5C00" w:rsidP="00E27ACC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  <w:noProof/>
                <w:sz w:val="24"/>
                <w:lang w:eastAsia="en-GB"/>
              </w:rPr>
              <w:drawing>
                <wp:inline distT="0" distB="0" distL="0" distR="0" wp14:anchorId="5EE6DDEB" wp14:editId="59DC7615">
                  <wp:extent cx="1362265" cy="819264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CD689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265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28" w:rsidRPr="00A06D07" w14:paraId="44B9DE2A" w14:textId="77777777" w:rsidTr="005D29ED">
        <w:trPr>
          <w:trHeight w:val="210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1B390BD4" w14:textId="2C0D61BB" w:rsidR="00FB3CD8" w:rsidRDefault="00FB3CD8" w:rsidP="00E27ACC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27ACC">
              <w:rPr>
                <w:rFonts w:ascii="Century Gothic" w:hAnsi="Century Gothic" w:cs="Tahoma"/>
                <w:noProof/>
              </w:rPr>
              <w:t xml:space="preserve">Sketch the construction to find the line </w:t>
            </w:r>
            <w:r w:rsidR="00E27ACC" w:rsidRPr="00E27ACC">
              <w:rPr>
                <w:rFonts w:ascii="Century Gothic" w:hAnsi="Century Gothic" w:cs="Tahoma"/>
                <w:noProof/>
              </w:rPr>
              <w:t>that is a fixed distance (eg 3cm) from A</w:t>
            </w:r>
            <w:r w:rsidR="00E27ACC" w:rsidRPr="00E27ACC">
              <w:rPr>
                <w:rFonts w:ascii="Century Gothic" w:hAnsi="Century Gothic" w:cs="Tahoma"/>
                <w:noProof/>
              </w:rPr>
              <w:t>:</w:t>
            </w:r>
          </w:p>
          <w:p w14:paraId="186AFF67" w14:textId="77777777" w:rsidR="00E27ACC" w:rsidRPr="00E27ACC" w:rsidRDefault="00E27ACC" w:rsidP="00E27ACC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</w:p>
          <w:p w14:paraId="49831498" w14:textId="343A36ED" w:rsidR="00901228" w:rsidRPr="00E27ACC" w:rsidRDefault="00285B36" w:rsidP="00E27ACC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27AC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7088" behindDoc="0" locked="0" layoutInCell="1" allowOverlap="1" wp14:anchorId="1B6D59DE" wp14:editId="5821B79F">
                  <wp:simplePos x="0" y="0"/>
                  <wp:positionH relativeFrom="column">
                    <wp:posOffset>5876885</wp:posOffset>
                  </wp:positionH>
                  <wp:positionV relativeFrom="paragraph">
                    <wp:posOffset>475114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3CD8" w:rsidRPr="00E27ACC">
              <w:rPr>
                <w:rFonts w:ascii="Century Gothic" w:hAnsi="Century Gothic" w:cs="Tahoma"/>
                <w:noProof/>
              </w:rPr>
              <w:t xml:space="preserve">                              A  .                                       . B</w:t>
            </w:r>
          </w:p>
        </w:tc>
      </w:tr>
    </w:tbl>
    <w:p w14:paraId="3785D6CB" w14:textId="77777777" w:rsidR="00BD3C7E" w:rsidRDefault="00BD3C7E" w:rsidP="00BD3C7E">
      <w:pPr>
        <w:spacing w:after="120"/>
        <w:ind w:firstLine="720"/>
        <w:rPr>
          <w:rFonts w:ascii="Kristen ITC" w:hAnsi="Kristen ITC"/>
          <w:b/>
        </w:rPr>
      </w:pPr>
    </w:p>
    <w:p w14:paraId="2BFFB1FE" w14:textId="610FD5B1" w:rsidR="00BD3C7E" w:rsidRDefault="00BD3C7E" w:rsidP="00BD3C7E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44256" behindDoc="0" locked="0" layoutInCell="1" allowOverlap="1" wp14:anchorId="19F5A113" wp14:editId="7F311E81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35" name="Picture 13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43232" behindDoc="0" locked="0" layoutInCell="1" allowOverlap="1" wp14:anchorId="1A6C3B71" wp14:editId="45312C3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6" name="Picture 13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14.2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0B5C2A14" w14:textId="77777777" w:rsidR="00BD3C7E" w:rsidRDefault="00BD3C7E" w:rsidP="00BD3C7E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BD3C7E" w:rsidRPr="00A06D07" w14:paraId="2B968400" w14:textId="77777777" w:rsidTr="00EA5960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69C6FBB5" w14:textId="77777777" w:rsidR="00BD3C7E" w:rsidRPr="00A06D07" w:rsidRDefault="00BD3C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11B342AC" w14:textId="77777777" w:rsidR="00BD3C7E" w:rsidRPr="00E27ACC" w:rsidRDefault="00BD3C7E" w:rsidP="00EA5960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</w:rPr>
              <w:t xml:space="preserve">What is the perimeter of the </w:t>
            </w:r>
            <w:proofErr w:type="gramStart"/>
            <w:r w:rsidRPr="00E27ACC">
              <w:rPr>
                <w:rFonts w:ascii="Century Gothic" w:hAnsi="Century Gothic"/>
              </w:rPr>
              <w:t>rectangle:</w:t>
            </w:r>
            <w:proofErr w:type="gramEnd"/>
          </w:p>
          <w:p w14:paraId="251173E3" w14:textId="77777777" w:rsidR="00BD3C7E" w:rsidRPr="00E27ACC" w:rsidRDefault="00BD3C7E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A798BAE" wp14:editId="73F03BF1">
                      <wp:simplePos x="0" y="0"/>
                      <wp:positionH relativeFrom="column">
                        <wp:posOffset>517471</wp:posOffset>
                      </wp:positionH>
                      <wp:positionV relativeFrom="paragraph">
                        <wp:posOffset>161438</wp:posOffset>
                      </wp:positionV>
                      <wp:extent cx="935665" cy="489098"/>
                      <wp:effectExtent l="0" t="0" r="17145" b="25400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5665" cy="48909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62079" id="Rectangle 134" o:spid="_x0000_s1026" style="position:absolute;margin-left:40.75pt;margin-top:12.7pt;width:73.65pt;height:38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&#13;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425" w:type="dxa"/>
            <w:tcBorders>
              <w:right w:val="nil"/>
            </w:tcBorders>
          </w:tcPr>
          <w:p w14:paraId="2997962C" w14:textId="77777777" w:rsidR="00BD3C7E" w:rsidRPr="00E27ACC" w:rsidRDefault="00BD3C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3768CD22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27ACC">
              <w:rPr>
                <w:rFonts w:ascii="Century Gothic" w:hAnsi="Century Gothic" w:cs="Tahoma"/>
              </w:rPr>
              <w:t>What is the missing probability?</w:t>
            </w:r>
          </w:p>
          <w:tbl>
            <w:tblPr>
              <w:tblStyle w:val="TableGrid"/>
              <w:tblW w:w="6658" w:type="dxa"/>
              <w:tblLayout w:type="fixed"/>
              <w:tblLook w:val="04A0" w:firstRow="1" w:lastRow="0" w:firstColumn="1" w:lastColumn="0" w:noHBand="0" w:noVBand="1"/>
            </w:tblPr>
            <w:tblGrid>
              <w:gridCol w:w="951"/>
              <w:gridCol w:w="952"/>
              <w:gridCol w:w="952"/>
              <w:gridCol w:w="952"/>
              <w:gridCol w:w="2851"/>
            </w:tblGrid>
            <w:tr w:rsidR="00BD3C7E" w:rsidRPr="00E27ACC" w14:paraId="684EA619" w14:textId="77777777" w:rsidTr="00EA5960">
              <w:tc>
                <w:tcPr>
                  <w:tcW w:w="951" w:type="dxa"/>
                </w:tcPr>
                <w:p w14:paraId="4A925F34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  <w:sz w:val="20"/>
                    </w:rPr>
                  </w:pPr>
                  <w:r w:rsidRPr="00A458C3">
                    <w:rPr>
                      <w:rFonts w:ascii="Century Gothic" w:hAnsi="Century Gothic" w:cs="Tahoma"/>
                      <w:sz w:val="18"/>
                    </w:rPr>
                    <w:t>Number</w:t>
                  </w:r>
                </w:p>
              </w:tc>
              <w:tc>
                <w:tcPr>
                  <w:tcW w:w="952" w:type="dxa"/>
                </w:tcPr>
                <w:p w14:paraId="6C5B1D2A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952" w:type="dxa"/>
                </w:tcPr>
                <w:p w14:paraId="7E7AB4D6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952" w:type="dxa"/>
                </w:tcPr>
                <w:p w14:paraId="44787B31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2851" w:type="dxa"/>
                </w:tcPr>
                <w:p w14:paraId="5D1ACD9B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BD3C7E" w:rsidRPr="00E27ACC" w14:paraId="64E9A464" w14:textId="77777777" w:rsidTr="00EA5960">
              <w:tc>
                <w:tcPr>
                  <w:tcW w:w="951" w:type="dxa"/>
                </w:tcPr>
                <w:p w14:paraId="2C46F16A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  <w:sz w:val="20"/>
                    </w:rPr>
                  </w:pPr>
                  <w:proofErr w:type="spellStart"/>
                  <w:r w:rsidRPr="00E27ACC">
                    <w:rPr>
                      <w:rFonts w:ascii="Century Gothic" w:hAnsi="Century Gothic" w:cs="Tahoma"/>
                      <w:sz w:val="20"/>
                    </w:rPr>
                    <w:t>Prob</w:t>
                  </w:r>
                  <w:proofErr w:type="spellEnd"/>
                </w:p>
              </w:tc>
              <w:tc>
                <w:tcPr>
                  <w:tcW w:w="952" w:type="dxa"/>
                </w:tcPr>
                <w:p w14:paraId="38A82B4D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952" w:type="dxa"/>
                </w:tcPr>
                <w:p w14:paraId="269200DE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0.23</w:t>
                  </w:r>
                </w:p>
              </w:tc>
              <w:tc>
                <w:tcPr>
                  <w:tcW w:w="952" w:type="dxa"/>
                </w:tcPr>
                <w:p w14:paraId="4A37FA99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2851" w:type="dxa"/>
                </w:tcPr>
                <w:p w14:paraId="60959107" w14:textId="77777777" w:rsidR="00BD3C7E" w:rsidRPr="00E27ACC" w:rsidRDefault="00BD3C7E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27ACC">
                    <w:rPr>
                      <w:rFonts w:ascii="Century Gothic" w:hAnsi="Century Gothic" w:cs="Tahoma"/>
                    </w:rPr>
                    <w:t>0.19</w:t>
                  </w:r>
                </w:p>
              </w:tc>
            </w:tr>
          </w:tbl>
          <w:p w14:paraId="72546AEA" w14:textId="77777777" w:rsidR="00BD3C7E" w:rsidRPr="00E27ACC" w:rsidRDefault="00BD3C7E" w:rsidP="00EA5960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</w:p>
        </w:tc>
      </w:tr>
      <w:tr w:rsidR="00BD3C7E" w:rsidRPr="00A06D07" w14:paraId="4A0EB06D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852CA8B" w14:textId="77777777" w:rsidR="00BD3C7E" w:rsidRPr="00A06D07" w:rsidRDefault="00BD3C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2B310878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E27ACC">
              <w:rPr>
                <w:rFonts w:ascii="Century Gothic" w:hAnsi="Century Gothic" w:cs="Tahoma"/>
              </w:rPr>
              <w:t xml:space="preserve">Probability of blue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4</m:t>
                  </m:r>
                </m:den>
              </m:f>
            </m:oMath>
          </w:p>
          <w:p w14:paraId="131EB27F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E27ACC">
              <w:rPr>
                <w:rFonts w:ascii="Century Gothic" w:eastAsiaTheme="minorEastAsia" w:hAnsi="Century Gothic" w:cs="Tahoma"/>
              </w:rPr>
              <w:t xml:space="preserve">Probability of yellow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4</m:t>
                  </m:r>
                </m:den>
              </m:f>
            </m:oMath>
          </w:p>
          <w:p w14:paraId="1BB26FE1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27ACC">
              <w:rPr>
                <w:rFonts w:ascii="Century Gothic" w:eastAsiaTheme="minorEastAsia" w:hAnsi="Century Gothic" w:cs="Tahoma"/>
              </w:rPr>
              <w:t>What is the probability of blue and yellow?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77AD7FE" w14:textId="77777777" w:rsidR="00BD3C7E" w:rsidRPr="00E27ACC" w:rsidRDefault="00BD3C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2EBCE92A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27ACC">
              <w:rPr>
                <w:rFonts w:ascii="Century Gothic" w:hAnsi="Century Gothic" w:cs="Tahoma"/>
                <w:noProof/>
              </w:rPr>
              <w:t>Label sides and write calculation to find the missing angle</w:t>
            </w:r>
          </w:p>
          <w:p w14:paraId="2049CB73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27ACC">
              <w:rPr>
                <w:rFonts w:ascii="Century Gothic" w:hAnsi="Century Gothic"/>
                <w:noProof/>
                <w:sz w:val="24"/>
                <w:lang w:eastAsia="en-GB"/>
              </w:rPr>
              <w:drawing>
                <wp:inline distT="0" distB="0" distL="0" distR="0" wp14:anchorId="6238936C" wp14:editId="2F7C6E47">
                  <wp:extent cx="1362265" cy="819264"/>
                  <wp:effectExtent l="0" t="0" r="9525" b="0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CD689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265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3C7E" w:rsidRPr="00A06D07" w14:paraId="59AE9777" w14:textId="77777777" w:rsidTr="00EA5960">
        <w:trPr>
          <w:trHeight w:val="2101"/>
        </w:trPr>
        <w:tc>
          <w:tcPr>
            <w:tcW w:w="421" w:type="dxa"/>
            <w:tcBorders>
              <w:right w:val="nil"/>
            </w:tcBorders>
          </w:tcPr>
          <w:p w14:paraId="30932189" w14:textId="77777777" w:rsidR="00BD3C7E" w:rsidRPr="00A06D07" w:rsidRDefault="00BD3C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177A59BE" w14:textId="77777777" w:rsidR="00BD3C7E" w:rsidRDefault="00BD3C7E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27ACC">
              <w:rPr>
                <w:rFonts w:ascii="Century Gothic" w:hAnsi="Century Gothic" w:cs="Tahoma"/>
                <w:noProof/>
              </w:rPr>
              <w:t>Sketch the construction to find the line that is a fixed distance (eg 3cm) from A:</w:t>
            </w:r>
          </w:p>
          <w:p w14:paraId="4BD180C0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</w:p>
          <w:p w14:paraId="3F451E77" w14:textId="77777777" w:rsidR="00BD3C7E" w:rsidRPr="00E27ACC" w:rsidRDefault="00BD3C7E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27AC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45280" behindDoc="0" locked="0" layoutInCell="1" allowOverlap="1" wp14:anchorId="539F5DAD" wp14:editId="23D9A56B">
                  <wp:simplePos x="0" y="0"/>
                  <wp:positionH relativeFrom="column">
                    <wp:posOffset>5876885</wp:posOffset>
                  </wp:positionH>
                  <wp:positionV relativeFrom="paragraph">
                    <wp:posOffset>475114</wp:posOffset>
                  </wp:positionV>
                  <wp:extent cx="572135" cy="401320"/>
                  <wp:effectExtent l="0" t="0" r="0" b="5080"/>
                  <wp:wrapNone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ACC">
              <w:rPr>
                <w:rFonts w:ascii="Century Gothic" w:hAnsi="Century Gothic" w:cs="Tahoma"/>
                <w:noProof/>
              </w:rPr>
              <w:t xml:space="preserve">                              A  .                                       . B</w:t>
            </w:r>
          </w:p>
        </w:tc>
      </w:tr>
    </w:tbl>
    <w:p w14:paraId="467FD964" w14:textId="77777777" w:rsidR="00037A50" w:rsidRDefault="00037A50" w:rsidP="00BD3C7E">
      <w:pPr>
        <w:spacing w:after="120"/>
        <w:ind w:firstLine="720"/>
        <w:rPr>
          <w:rFonts w:ascii="Kristen ITC" w:hAnsi="Kristen ITC"/>
          <w:b/>
        </w:rPr>
      </w:pPr>
    </w:p>
    <w:sectPr w:rsidR="00037A5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31E8C"/>
    <w:rsid w:val="00037A50"/>
    <w:rsid w:val="00072244"/>
    <w:rsid w:val="000826B9"/>
    <w:rsid w:val="00083325"/>
    <w:rsid w:val="000A43CA"/>
    <w:rsid w:val="000A63AF"/>
    <w:rsid w:val="000B2B5E"/>
    <w:rsid w:val="000B420F"/>
    <w:rsid w:val="000B5390"/>
    <w:rsid w:val="000F6BFE"/>
    <w:rsid w:val="0010697E"/>
    <w:rsid w:val="001274D6"/>
    <w:rsid w:val="001279F5"/>
    <w:rsid w:val="00130352"/>
    <w:rsid w:val="00143BE1"/>
    <w:rsid w:val="00150843"/>
    <w:rsid w:val="001826A9"/>
    <w:rsid w:val="00187009"/>
    <w:rsid w:val="001A1D1C"/>
    <w:rsid w:val="001A6603"/>
    <w:rsid w:val="001D484E"/>
    <w:rsid w:val="001E511C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25E6"/>
    <w:rsid w:val="002D4D8B"/>
    <w:rsid w:val="002D5D86"/>
    <w:rsid w:val="002E3F24"/>
    <w:rsid w:val="0031452F"/>
    <w:rsid w:val="003201EB"/>
    <w:rsid w:val="00325E6D"/>
    <w:rsid w:val="00327C60"/>
    <w:rsid w:val="00333535"/>
    <w:rsid w:val="00347394"/>
    <w:rsid w:val="0037571F"/>
    <w:rsid w:val="003E68F7"/>
    <w:rsid w:val="003F51D8"/>
    <w:rsid w:val="004015EA"/>
    <w:rsid w:val="00436C34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571E9"/>
    <w:rsid w:val="00561D0D"/>
    <w:rsid w:val="00575446"/>
    <w:rsid w:val="00580957"/>
    <w:rsid w:val="00595258"/>
    <w:rsid w:val="005C5905"/>
    <w:rsid w:val="005D29ED"/>
    <w:rsid w:val="005D4827"/>
    <w:rsid w:val="005E1266"/>
    <w:rsid w:val="005E467E"/>
    <w:rsid w:val="005E469A"/>
    <w:rsid w:val="00601A47"/>
    <w:rsid w:val="00603453"/>
    <w:rsid w:val="0064471D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5472"/>
    <w:rsid w:val="00712C99"/>
    <w:rsid w:val="00714102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6A8E"/>
    <w:rsid w:val="00884433"/>
    <w:rsid w:val="008B0E29"/>
    <w:rsid w:val="008B5103"/>
    <w:rsid w:val="008D76D7"/>
    <w:rsid w:val="008E29DA"/>
    <w:rsid w:val="0090117B"/>
    <w:rsid w:val="00901228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A06D07"/>
    <w:rsid w:val="00A13034"/>
    <w:rsid w:val="00A15BBF"/>
    <w:rsid w:val="00A458C3"/>
    <w:rsid w:val="00A72B2C"/>
    <w:rsid w:val="00AB54E4"/>
    <w:rsid w:val="00AD04E8"/>
    <w:rsid w:val="00AD1307"/>
    <w:rsid w:val="00AD3264"/>
    <w:rsid w:val="00AD3C1A"/>
    <w:rsid w:val="00B07CF2"/>
    <w:rsid w:val="00B109EA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F24C6"/>
    <w:rsid w:val="00D017AE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3C5E"/>
    <w:rsid w:val="00E3559C"/>
    <w:rsid w:val="00E7749A"/>
    <w:rsid w:val="00E86CC7"/>
    <w:rsid w:val="00E907F4"/>
    <w:rsid w:val="00E9577D"/>
    <w:rsid w:val="00EB65D1"/>
    <w:rsid w:val="00EC0572"/>
    <w:rsid w:val="00EC4CCA"/>
    <w:rsid w:val="00F11D9B"/>
    <w:rsid w:val="00F21F8D"/>
    <w:rsid w:val="00F303CE"/>
    <w:rsid w:val="00F3678B"/>
    <w:rsid w:val="00F8416B"/>
    <w:rsid w:val="00FA673D"/>
    <w:rsid w:val="00FB0E81"/>
    <w:rsid w:val="00FB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2019-05-30T14:42:00Z</dcterms:created>
  <dcterms:modified xsi:type="dcterms:W3CDTF">2019-05-30T14:45:00Z</dcterms:modified>
</cp:coreProperties>
</file>